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CA8" w:rsidRPr="000E6303" w:rsidRDefault="00452CA8" w:rsidP="000E6303">
      <w:r w:rsidRPr="000E6303">
        <w:t>Column a</w:t>
      </w:r>
    </w:p>
    <w:p w:rsidR="00452CA8" w:rsidRPr="000E6303" w:rsidRDefault="00452CA8" w:rsidP="000E6303">
      <w:r w:rsidRPr="000E6303">
        <w:t>Column b</w:t>
      </w:r>
    </w:p>
    <w:p w:rsidR="00452CA8" w:rsidRPr="000E6303" w:rsidRDefault="00452CA8" w:rsidP="000E6303">
      <w:pPr>
        <w:sectPr w:rsidR="00452CA8" w:rsidRPr="000E6303" w:rsidSect="000E6303">
          <w:headerReference w:type="default" r:id="rId6"/>
          <w:footerReference w:type="default" r:id="rId7"/>
          <w:headerReference w:type="first" r:id="rId8"/>
          <w:pgSz w:w="8392" w:h="5954" w:orient="landscape" w:code="70"/>
          <w:pgMar w:top="1418" w:right="1276" w:bottom="1418" w:left="1276" w:header="181" w:footer="709" w:gutter="0"/>
          <w:cols w:num="2" w:space="708"/>
          <w:titlePg/>
          <w:docGrid w:linePitch="360"/>
        </w:sectPr>
      </w:pPr>
    </w:p>
    <w:p w:rsidR="00452CA8" w:rsidRPr="000E6303" w:rsidRDefault="00452CA8" w:rsidP="000E6303">
      <w:r w:rsidRPr="000E6303">
        <w:t>Paragraph</w:t>
      </w:r>
      <w:r>
        <w:t xml:space="preserve"> should span the entire page, since it is not in a column.</w:t>
      </w:r>
    </w:p>
    <w:sectPr w:rsidR="00452CA8" w:rsidRPr="000E6303" w:rsidSect="000E6303">
      <w:type w:val="continuous"/>
      <w:pgSz w:w="8392" w:h="5954" w:orient="landscape" w:code="70"/>
      <w:pgMar w:top="1418" w:right="1276" w:bottom="1418" w:left="1276" w:header="18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CA8" w:rsidRDefault="00452CA8" w:rsidP="00EF0456">
      <w:r>
        <w:separator/>
      </w:r>
    </w:p>
  </w:endnote>
  <w:endnote w:type="continuationSeparator" w:id="0">
    <w:p w:rsidR="00452CA8" w:rsidRDefault="00452CA8" w:rsidP="00EF04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CA8" w:rsidRPr="008E397F" w:rsidRDefault="00452CA8" w:rsidP="00567EBC">
    <w:pPr>
      <w:pStyle w:val="Footer"/>
      <w:jc w:val="center"/>
      <w:rPr>
        <w:color w:val="595959"/>
      </w:rPr>
    </w:pPr>
  </w:p>
  <w:p w:rsidR="00452CA8" w:rsidRDefault="00452CA8" w:rsidP="00C01C30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CA8" w:rsidRDefault="00452CA8" w:rsidP="00EF0456">
      <w:r>
        <w:separator/>
      </w:r>
    </w:p>
  </w:footnote>
  <w:footnote w:type="continuationSeparator" w:id="0">
    <w:p w:rsidR="00452CA8" w:rsidRDefault="00452CA8" w:rsidP="00EF04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CA8" w:rsidRDefault="00452CA8">
    <w:pPr>
      <w:pStyle w:val="Header"/>
      <w:jc w:val="center"/>
    </w:pPr>
  </w:p>
  <w:p w:rsidR="00452CA8" w:rsidRDefault="00452CA8">
    <w:pPr>
      <w:pStyle w:val="Header"/>
      <w:jc w:val="center"/>
    </w:pPr>
  </w:p>
  <w:p w:rsidR="00452CA8" w:rsidRDefault="00452CA8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452CA8" w:rsidRDefault="00452CA8" w:rsidP="00B26E4B">
    <w:pPr>
      <w:pStyle w:val="Header"/>
      <w:jc w:val="center"/>
      <w:rPr>
        <w:b/>
        <w:sz w:val="18"/>
        <w:szCs w:val="18"/>
      </w:rPr>
    </w:pPr>
  </w:p>
  <w:p w:rsidR="00452CA8" w:rsidRDefault="00452CA8"/>
  <w:p w:rsidR="00452CA8" w:rsidRDefault="00452CA8"/>
  <w:p w:rsidR="00452CA8" w:rsidRDefault="00452CA8"/>
  <w:p w:rsidR="00452CA8" w:rsidRDefault="00452CA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CA8" w:rsidRDefault="00452CA8" w:rsidP="00232E1C">
    <w:pPr>
      <w:pStyle w:val="Header"/>
    </w:pPr>
  </w:p>
  <w:p w:rsidR="00452CA8" w:rsidRDefault="00452CA8" w:rsidP="008118BE">
    <w:pPr>
      <w:pStyle w:val="Header"/>
      <w:jc w:val="center"/>
    </w:pPr>
  </w:p>
  <w:p w:rsidR="00452CA8" w:rsidRPr="008118BE" w:rsidRDefault="00452CA8" w:rsidP="008118BE">
    <w:pPr>
      <w:pStyle w:val="Header"/>
      <w:jc w:val="center"/>
    </w:pPr>
    <w:r>
      <w:rPr>
        <w:smallCaps/>
        <w:sz w:val="24"/>
        <w:szCs w:val="24"/>
        <w:lang w:eastAsia="hu-HU"/>
      </w:rPr>
      <w:t>Lorem Ipsum Dolor Sit Amet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0456"/>
    <w:rsid w:val="00040539"/>
    <w:rsid w:val="0009185A"/>
    <w:rsid w:val="000E475A"/>
    <w:rsid w:val="000E6303"/>
    <w:rsid w:val="001B162A"/>
    <w:rsid w:val="00215250"/>
    <w:rsid w:val="00232E1C"/>
    <w:rsid w:val="00350BBC"/>
    <w:rsid w:val="003D5FEB"/>
    <w:rsid w:val="00452CA8"/>
    <w:rsid w:val="0055625E"/>
    <w:rsid w:val="00567EBC"/>
    <w:rsid w:val="0058637B"/>
    <w:rsid w:val="008118BE"/>
    <w:rsid w:val="008E397F"/>
    <w:rsid w:val="009155B9"/>
    <w:rsid w:val="00B26E4B"/>
    <w:rsid w:val="00B361C3"/>
    <w:rsid w:val="00C01C30"/>
    <w:rsid w:val="00EF0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303"/>
    <w:pPr>
      <w:shd w:val="clear" w:color="auto" w:fill="E6E6E6"/>
      <w:jc w:val="both"/>
    </w:pPr>
    <w:rPr>
      <w:rFonts w:ascii="Times New Roman" w:eastAsia="Times New Roman" w:hAnsi="Times New Roman"/>
      <w:sz w:val="28"/>
      <w:szCs w:val="20"/>
      <w:lang w:val="hu-HU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F045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0456"/>
    <w:rPr>
      <w:rFonts w:ascii="Times New Roman" w:hAnsi="Times New Roman" w:cs="Times New Roman"/>
      <w:sz w:val="20"/>
      <w:szCs w:val="20"/>
      <w:lang w:eastAsia="ar-SA" w:bidi="ar-SA"/>
    </w:rPr>
  </w:style>
  <w:style w:type="paragraph" w:styleId="Footer">
    <w:name w:val="footer"/>
    <w:basedOn w:val="Normal"/>
    <w:link w:val="FooterChar"/>
    <w:uiPriority w:val="99"/>
    <w:rsid w:val="00EF045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0456"/>
    <w:rPr>
      <w:rFonts w:ascii="Times New Roman" w:hAnsi="Times New Roman" w:cs="Times New Roman"/>
      <w:sz w:val="20"/>
      <w:szCs w:val="20"/>
      <w:lang w:eastAsia="ar-SA" w:bidi="ar-SA"/>
    </w:rPr>
  </w:style>
  <w:style w:type="character" w:styleId="Hyperlink">
    <w:name w:val="Hyperlink"/>
    <w:basedOn w:val="DefaultParagraphFont"/>
    <w:uiPriority w:val="99"/>
    <w:rsid w:val="00EF0456"/>
    <w:rPr>
      <w:rFonts w:cs="Times New Roman"/>
      <w:color w:val="0000FF"/>
      <w:u w:val="single"/>
    </w:rPr>
  </w:style>
  <w:style w:type="paragraph" w:customStyle="1" w:styleId="StyleJustified">
    <w:name w:val="Style Justified"/>
    <w:basedOn w:val="Normal"/>
    <w:uiPriority w:val="99"/>
    <w:rsid w:val="000E6303"/>
    <w:pPr>
      <w:shd w:val="clear" w:color="auto" w:fill="F3F3F3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12</Words>
  <Characters>75</Characters>
  <Application>Microsoft Office Outlook</Application>
  <DocSecurity>0</DocSecurity>
  <Lines>0</Lines>
  <Paragraphs>0</Paragraphs>
  <ScaleCrop>false</ScaleCrop>
  <Company>NISZ Nemzeti Infokommunikációs Szolgáltató Zrt.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Column a</dc:title>
  <dc:subject/>
  <dc:creator>Torma László</dc:creator>
  <cp:keywords/>
  <dc:description/>
  <cp:lastModifiedBy>JLAutoBuild</cp:lastModifiedBy>
  <cp:revision>2</cp:revision>
  <dcterms:created xsi:type="dcterms:W3CDTF">2017-11-07T06:12:00Z</dcterms:created>
  <dcterms:modified xsi:type="dcterms:W3CDTF">2017-11-07T06:12:00Z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